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9D" w:rsidRDefault="00A7079D" w:rsidP="00833EC8">
      <w:pPr>
        <w:widowControl/>
        <w:jc w:val="left"/>
        <w:rPr>
          <w:rFonts w:ascii="黑体" w:eastAsia="黑体" w:hAnsi="黑体" w:cs="宋体"/>
          <w:bCs/>
          <w:kern w:val="0"/>
          <w:sz w:val="28"/>
          <w:szCs w:val="28"/>
        </w:rPr>
      </w:pPr>
      <w:r>
        <w:rPr>
          <w:rFonts w:ascii="黑体" w:eastAsia="黑体" w:hAnsi="黑体" w:cs="宋体" w:hint="eastAsia"/>
          <w:bCs/>
          <w:kern w:val="0"/>
          <w:sz w:val="28"/>
          <w:szCs w:val="28"/>
        </w:rPr>
        <w:t>附件</w:t>
      </w:r>
      <w:r>
        <w:rPr>
          <w:rFonts w:ascii="黑体" w:eastAsia="黑体" w:hAnsi="黑体" w:cs="宋体"/>
          <w:bCs/>
          <w:kern w:val="0"/>
          <w:sz w:val="28"/>
          <w:szCs w:val="28"/>
        </w:rPr>
        <w:t>5</w:t>
      </w:r>
      <w:r>
        <w:rPr>
          <w:rFonts w:ascii="黑体" w:eastAsia="黑体" w:hAnsi="黑体" w:cs="宋体" w:hint="eastAsia"/>
          <w:bCs/>
          <w:kern w:val="0"/>
          <w:sz w:val="28"/>
          <w:szCs w:val="28"/>
        </w:rPr>
        <w:t>：</w:t>
      </w:r>
    </w:p>
    <w:p w:rsidR="00A7079D" w:rsidRDefault="00A7079D" w:rsidP="00833EC8">
      <w:pPr>
        <w:jc w:val="center"/>
        <w:rPr>
          <w:rFonts w:ascii="楷体" w:eastAsia="楷体" w:hAnsi="楷体"/>
          <w:sz w:val="32"/>
          <w:szCs w:val="32"/>
        </w:rPr>
      </w:pPr>
      <w:bookmarkStart w:id="0" w:name="_GoBack"/>
      <w:r>
        <w:rPr>
          <w:rFonts w:ascii="楷体" w:eastAsia="楷体" w:hAnsi="楷体" w:hint="eastAsia"/>
          <w:b/>
          <w:bCs/>
          <w:sz w:val="32"/>
          <w:szCs w:val="32"/>
        </w:rPr>
        <w:t>山东青年政治学院转专业学生课程认定及学分转换申请表</w:t>
      </w:r>
    </w:p>
    <w:tbl>
      <w:tblPr>
        <w:tblW w:w="8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28" w:type="dxa"/>
          <w:right w:w="28" w:type="dxa"/>
        </w:tblCellMar>
        <w:tblLook w:val="00A0"/>
      </w:tblPr>
      <w:tblGrid>
        <w:gridCol w:w="1108"/>
        <w:gridCol w:w="730"/>
        <w:gridCol w:w="709"/>
        <w:gridCol w:w="1134"/>
        <w:gridCol w:w="1134"/>
        <w:gridCol w:w="850"/>
        <w:gridCol w:w="567"/>
        <w:gridCol w:w="1134"/>
        <w:gridCol w:w="993"/>
      </w:tblGrid>
      <w:tr w:rsidR="00A7079D" w:rsidTr="00833EC8">
        <w:trPr>
          <w:cantSplit/>
          <w:trHeight w:val="448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A7079D" w:rsidRDefault="00A7079D" w:rsidP="00A7079D">
            <w:pPr>
              <w:spacing w:beforeLines="50"/>
              <w:ind w:leftChars="-26" w:left="31680" w:hangingChars="26" w:firstLine="31680"/>
              <w:jc w:val="center"/>
              <w:rPr>
                <w:rFonts w:ascii="DFKai-SB" w:eastAsia="DFKai-SB"/>
                <w:b/>
              </w:rPr>
            </w:pPr>
            <w:r>
              <w:rPr>
                <w:rFonts w:ascii="DFKai-SB" w:hint="eastAsia"/>
                <w:b/>
              </w:rPr>
              <w:t>姓</w:t>
            </w:r>
            <w:r>
              <w:rPr>
                <w:rFonts w:ascii="DFKai-SB"/>
                <w:b/>
              </w:rPr>
              <w:t xml:space="preserve">  </w:t>
            </w:r>
            <w:r>
              <w:rPr>
                <w:rFonts w:ascii="DFKai-SB" w:hint="eastAsia"/>
                <w:b/>
              </w:rPr>
              <w:t>名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center"/>
              <w:rPr>
                <w:rFonts w:ascii="DFKai-SB" w:eastAsia="DFKai-SB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widowControl/>
              <w:jc w:val="center"/>
              <w:rPr>
                <w:rFonts w:ascii="DFKai-SB" w:eastAsia="DFKai-SB"/>
                <w:b/>
              </w:rPr>
            </w:pPr>
            <w:r>
              <w:rPr>
                <w:rFonts w:ascii="DFKai-SB" w:hint="eastAsia"/>
                <w:b/>
              </w:rPr>
              <w:t>学号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center"/>
              <w:rPr>
                <w:rFonts w:ascii="DFKai-SB" w:eastAsia="DFKai-SB"/>
              </w:rPr>
            </w:pPr>
          </w:p>
        </w:tc>
      </w:tr>
      <w:tr w:rsidR="00A7079D" w:rsidTr="00833EC8">
        <w:trPr>
          <w:cantSplit/>
          <w:trHeight w:val="446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center"/>
              <w:rPr>
                <w:rFonts w:ascii="DFKai-SB" w:eastAsia="DFKai-SB"/>
                <w:b/>
              </w:rPr>
            </w:pPr>
            <w:r>
              <w:rPr>
                <w:rFonts w:ascii="DFKai-SB" w:hint="eastAsia"/>
                <w:b/>
              </w:rPr>
              <w:t>现所在班级</w:t>
            </w:r>
          </w:p>
        </w:tc>
        <w:tc>
          <w:tcPr>
            <w:tcW w:w="65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center"/>
              <w:rPr>
                <w:rFonts w:ascii="DFKai-SB" w:eastAsia="DFKai-SB"/>
              </w:rPr>
            </w:pPr>
            <w:r>
              <w:rPr>
                <w:rFonts w:ascii="DFKai-SB"/>
              </w:rPr>
              <w:t xml:space="preserve">     </w:t>
            </w:r>
            <w:r>
              <w:rPr>
                <w:rFonts w:ascii="DFKai-SB" w:hint="eastAsia"/>
              </w:rPr>
              <w:t>学院</w:t>
            </w:r>
            <w:r>
              <w:rPr>
                <w:rFonts w:ascii="DFKai-SB"/>
              </w:rPr>
              <w:t xml:space="preserve">             </w:t>
            </w:r>
            <w:r>
              <w:rPr>
                <w:rFonts w:ascii="DFKai-SB" w:hint="eastAsia"/>
              </w:rPr>
              <w:t>专业</w:t>
            </w:r>
            <w:r>
              <w:rPr>
                <w:rFonts w:ascii="DFKai-SB"/>
              </w:rPr>
              <w:t xml:space="preserve">      </w:t>
            </w:r>
            <w:r>
              <w:rPr>
                <w:rFonts w:ascii="DFKai-SB" w:hint="eastAsia"/>
              </w:rPr>
              <w:t>年级</w:t>
            </w:r>
            <w:r>
              <w:rPr>
                <w:rFonts w:ascii="DFKai-SB"/>
              </w:rPr>
              <w:t xml:space="preserve">   </w:t>
            </w:r>
            <w:r>
              <w:rPr>
                <w:rFonts w:ascii="DFKai-SB" w:hint="eastAsia"/>
              </w:rPr>
              <w:t>班</w:t>
            </w:r>
          </w:p>
        </w:tc>
      </w:tr>
      <w:tr w:rsidR="00A7079D" w:rsidTr="00833EC8">
        <w:trPr>
          <w:cantSplit/>
          <w:trHeight w:val="409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center"/>
              <w:rPr>
                <w:rFonts w:ascii="DFKai-SB" w:eastAsia="DFKai-SB"/>
              </w:rPr>
            </w:pPr>
            <w:r>
              <w:rPr>
                <w:rFonts w:ascii="DFKai-SB" w:hint="eastAsia"/>
                <w:b/>
              </w:rPr>
              <w:t>原所在班级</w:t>
            </w:r>
          </w:p>
        </w:tc>
        <w:tc>
          <w:tcPr>
            <w:tcW w:w="65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ind w:left="557"/>
              <w:jc w:val="center"/>
              <w:rPr>
                <w:rFonts w:ascii="DFKai-SB" w:eastAsia="DFKai-SB"/>
              </w:rPr>
            </w:pPr>
            <w:r>
              <w:rPr>
                <w:rFonts w:ascii="DFKai-SB" w:hint="eastAsia"/>
              </w:rPr>
              <w:t>学院</w:t>
            </w:r>
            <w:r>
              <w:rPr>
                <w:rFonts w:ascii="DFKai-SB"/>
              </w:rPr>
              <w:t xml:space="preserve">             </w:t>
            </w:r>
            <w:r>
              <w:rPr>
                <w:rFonts w:ascii="DFKai-SB" w:hint="eastAsia"/>
              </w:rPr>
              <w:t>专业</w:t>
            </w:r>
            <w:r>
              <w:rPr>
                <w:rFonts w:ascii="DFKai-SB"/>
              </w:rPr>
              <w:t xml:space="preserve">      </w:t>
            </w:r>
            <w:r>
              <w:rPr>
                <w:rFonts w:ascii="DFKai-SB" w:hint="eastAsia"/>
              </w:rPr>
              <w:t>年级</w:t>
            </w:r>
            <w:r>
              <w:rPr>
                <w:rFonts w:ascii="DFKai-SB"/>
              </w:rPr>
              <w:t xml:space="preserve">   </w:t>
            </w:r>
            <w:r>
              <w:rPr>
                <w:rFonts w:ascii="DFKai-SB" w:hint="eastAsia"/>
              </w:rPr>
              <w:t>班</w:t>
            </w:r>
          </w:p>
        </w:tc>
      </w:tr>
      <w:tr w:rsidR="00A7079D" w:rsidTr="00833EC8">
        <w:trPr>
          <w:cantSplit/>
          <w:trHeight w:val="432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center"/>
              <w:rPr>
                <w:rFonts w:ascii="DFKai-SB" w:eastAsia="DFKai-SB"/>
                <w:b/>
              </w:rPr>
            </w:pPr>
            <w:r>
              <w:rPr>
                <w:rFonts w:ascii="DFKai-SB" w:hint="eastAsia"/>
                <w:b/>
                <w:sz w:val="22"/>
              </w:rPr>
              <w:t>原专业课程名称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center"/>
              <w:rPr>
                <w:rFonts w:ascii="DFKai-SB"/>
                <w:b/>
              </w:rPr>
            </w:pPr>
            <w:r>
              <w:rPr>
                <w:rFonts w:ascii="DFKai-SB" w:hint="eastAsia"/>
                <w:b/>
                <w:sz w:val="22"/>
              </w:rPr>
              <w:t>学分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center"/>
              <w:rPr>
                <w:rFonts w:ascii="DFKai-SB" w:eastAsia="DFKai-SB"/>
                <w:b/>
              </w:rPr>
            </w:pPr>
            <w:r>
              <w:rPr>
                <w:rFonts w:ascii="DFKai-SB" w:hint="eastAsia"/>
                <w:b/>
                <w:sz w:val="22"/>
              </w:rPr>
              <w:t>课程性质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center"/>
              <w:rPr>
                <w:rFonts w:ascii="DFKai-SB"/>
                <w:b/>
              </w:rPr>
            </w:pPr>
            <w:r>
              <w:rPr>
                <w:rFonts w:ascii="DFKai-SB" w:hint="eastAsia"/>
                <w:b/>
                <w:sz w:val="22"/>
              </w:rPr>
              <w:t>转入专业课程名称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center"/>
              <w:rPr>
                <w:rFonts w:ascii="DFKai-SB"/>
                <w:b/>
              </w:rPr>
            </w:pPr>
            <w:r>
              <w:rPr>
                <w:rFonts w:ascii="DFKai-SB" w:hint="eastAsia"/>
                <w:b/>
                <w:sz w:val="22"/>
              </w:rPr>
              <w:t>学分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center"/>
              <w:rPr>
                <w:rFonts w:ascii="DFKai-SB"/>
                <w:b/>
              </w:rPr>
            </w:pPr>
            <w:r>
              <w:rPr>
                <w:rFonts w:ascii="DFKai-SB" w:hint="eastAsia"/>
                <w:b/>
                <w:sz w:val="22"/>
              </w:rPr>
              <w:t>课程性质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center"/>
              <w:rPr>
                <w:rFonts w:ascii="DFKai-SB"/>
                <w:b/>
              </w:rPr>
            </w:pPr>
            <w:r>
              <w:rPr>
                <w:rFonts w:ascii="DFKai-SB" w:hint="eastAsia"/>
                <w:b/>
                <w:sz w:val="22"/>
              </w:rPr>
              <w:t>认定结论</w:t>
            </w:r>
          </w:p>
        </w:tc>
      </w:tr>
      <w:tr w:rsidR="00A7079D" w:rsidTr="00833EC8">
        <w:trPr>
          <w:cantSplit/>
          <w:trHeight w:val="431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</w:tr>
      <w:tr w:rsidR="00A7079D" w:rsidTr="00833EC8">
        <w:trPr>
          <w:cantSplit/>
          <w:trHeight w:val="431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</w:tr>
      <w:tr w:rsidR="00A7079D" w:rsidTr="00833EC8">
        <w:trPr>
          <w:cantSplit/>
          <w:trHeight w:val="431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</w:tr>
      <w:tr w:rsidR="00A7079D" w:rsidTr="00833EC8">
        <w:trPr>
          <w:cantSplit/>
          <w:trHeight w:val="431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</w:tr>
      <w:tr w:rsidR="00A7079D" w:rsidTr="00833EC8">
        <w:trPr>
          <w:cantSplit/>
          <w:trHeight w:val="431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</w:tr>
      <w:tr w:rsidR="00A7079D" w:rsidTr="00833EC8">
        <w:trPr>
          <w:cantSplit/>
          <w:trHeight w:val="431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</w:tr>
      <w:tr w:rsidR="00A7079D" w:rsidTr="00833EC8">
        <w:trPr>
          <w:cantSplit/>
          <w:trHeight w:val="431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</w:tr>
      <w:tr w:rsidR="00A7079D" w:rsidTr="00833EC8">
        <w:trPr>
          <w:cantSplit/>
          <w:trHeight w:val="431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</w:tr>
      <w:tr w:rsidR="00A7079D" w:rsidTr="00833EC8">
        <w:trPr>
          <w:cantSplit/>
          <w:trHeight w:val="511"/>
        </w:trPr>
        <w:tc>
          <w:tcPr>
            <w:tcW w:w="83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DFKai-SB" w:eastAsia="DFKai-SB"/>
                <w:b/>
              </w:rPr>
            </w:pPr>
            <w:r>
              <w:rPr>
                <w:rFonts w:ascii="DFKai-SB" w:hint="eastAsia"/>
                <w:b/>
              </w:rPr>
              <w:t>学生签字：</w:t>
            </w:r>
            <w:r>
              <w:rPr>
                <w:rFonts w:ascii="DFKai-SB"/>
                <w:b/>
              </w:rPr>
              <w:t xml:space="preserve">                                                      </w:t>
            </w:r>
            <w:r>
              <w:rPr>
                <w:rFonts w:ascii="DFKai-SB" w:hint="eastAsia"/>
                <w:b/>
              </w:rPr>
              <w:t>年</w:t>
            </w:r>
            <w:r>
              <w:rPr>
                <w:rFonts w:ascii="DFKai-SB"/>
                <w:b/>
              </w:rPr>
              <w:t xml:space="preserve">   </w:t>
            </w:r>
            <w:r>
              <w:rPr>
                <w:rFonts w:ascii="DFKai-SB" w:hint="eastAsia"/>
                <w:b/>
              </w:rPr>
              <w:t>月</w:t>
            </w:r>
            <w:r>
              <w:rPr>
                <w:rFonts w:ascii="DFKai-SB"/>
                <w:b/>
              </w:rPr>
              <w:t xml:space="preserve">   </w:t>
            </w:r>
            <w:r>
              <w:rPr>
                <w:rFonts w:ascii="DFKai-SB" w:hint="eastAsia"/>
                <w:b/>
              </w:rPr>
              <w:t>日</w:t>
            </w:r>
          </w:p>
        </w:tc>
      </w:tr>
      <w:tr w:rsidR="00A7079D" w:rsidTr="00833EC8">
        <w:trPr>
          <w:cantSplit/>
          <w:trHeight w:val="511"/>
        </w:trPr>
        <w:tc>
          <w:tcPr>
            <w:tcW w:w="83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DFKai-SB"/>
                <w:b/>
              </w:rPr>
            </w:pPr>
            <w:r>
              <w:rPr>
                <w:rFonts w:ascii="DFKai-SB" w:hint="eastAsia"/>
                <w:b/>
              </w:rPr>
              <w:t>现专业教研室意见：</w:t>
            </w:r>
          </w:p>
          <w:p w:rsidR="00A7079D" w:rsidRDefault="00A7079D">
            <w:pPr>
              <w:rPr>
                <w:rFonts w:ascii="DFKai-SB"/>
                <w:b/>
              </w:rPr>
            </w:pPr>
          </w:p>
          <w:p w:rsidR="00A7079D" w:rsidRDefault="00A7079D">
            <w:pPr>
              <w:rPr>
                <w:rFonts w:ascii="DFKai-SB"/>
                <w:b/>
              </w:rPr>
            </w:pPr>
            <w:r>
              <w:rPr>
                <w:rFonts w:ascii="DFKai-SB"/>
                <w:b/>
              </w:rPr>
              <w:t xml:space="preserve">                                             </w:t>
            </w:r>
            <w:r>
              <w:rPr>
                <w:rFonts w:ascii="DFKai-SB" w:hint="eastAsia"/>
                <w:b/>
              </w:rPr>
              <w:t>负责人签字：</w:t>
            </w:r>
            <w:r>
              <w:rPr>
                <w:rFonts w:ascii="DFKai-SB"/>
                <w:b/>
              </w:rPr>
              <w:t xml:space="preserve">       </w:t>
            </w:r>
            <w:r>
              <w:rPr>
                <w:rFonts w:ascii="DFKai-SB" w:hint="eastAsia"/>
                <w:b/>
              </w:rPr>
              <w:t>年</w:t>
            </w:r>
            <w:r>
              <w:rPr>
                <w:rFonts w:ascii="DFKai-SB"/>
                <w:b/>
              </w:rPr>
              <w:t xml:space="preserve">   </w:t>
            </w:r>
            <w:r>
              <w:rPr>
                <w:rFonts w:ascii="DFKai-SB" w:hint="eastAsia"/>
                <w:b/>
              </w:rPr>
              <w:t>月</w:t>
            </w:r>
            <w:r>
              <w:rPr>
                <w:rFonts w:ascii="DFKai-SB"/>
                <w:b/>
              </w:rPr>
              <w:t xml:space="preserve">   </w:t>
            </w:r>
            <w:r>
              <w:rPr>
                <w:rFonts w:ascii="DFKai-SB" w:hint="eastAsia"/>
                <w:b/>
              </w:rPr>
              <w:t>日</w:t>
            </w:r>
          </w:p>
        </w:tc>
      </w:tr>
      <w:tr w:rsidR="00A7079D" w:rsidTr="00833EC8">
        <w:trPr>
          <w:cantSplit/>
          <w:trHeight w:val="563"/>
        </w:trPr>
        <w:tc>
          <w:tcPr>
            <w:tcW w:w="83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DFKai-SB"/>
                <w:b/>
              </w:rPr>
            </w:pPr>
            <w:r>
              <w:rPr>
                <w:rFonts w:ascii="DFKai-SB" w:hint="eastAsia"/>
                <w:b/>
              </w:rPr>
              <w:t>教学院长意见：</w:t>
            </w:r>
          </w:p>
          <w:p w:rsidR="00A7079D" w:rsidRDefault="00A7079D">
            <w:pPr>
              <w:rPr>
                <w:rFonts w:ascii="DFKai-SB"/>
                <w:b/>
              </w:rPr>
            </w:pPr>
          </w:p>
          <w:p w:rsidR="00A7079D" w:rsidRDefault="00A7079D">
            <w:pPr>
              <w:rPr>
                <w:rFonts w:ascii="DFKai-SB"/>
                <w:b/>
              </w:rPr>
            </w:pPr>
            <w:r>
              <w:rPr>
                <w:rFonts w:ascii="DFKai-SB"/>
                <w:b/>
              </w:rPr>
              <w:t xml:space="preserve">                                               </w:t>
            </w:r>
            <w:r>
              <w:rPr>
                <w:rFonts w:ascii="DFKai-SB" w:hint="eastAsia"/>
                <w:b/>
              </w:rPr>
              <w:t>学院公章</w:t>
            </w:r>
            <w:r>
              <w:rPr>
                <w:rFonts w:ascii="DFKai-SB"/>
                <w:b/>
              </w:rPr>
              <w:t xml:space="preserve">         </w:t>
            </w:r>
            <w:r>
              <w:rPr>
                <w:rFonts w:ascii="DFKai-SB" w:hint="eastAsia"/>
                <w:b/>
              </w:rPr>
              <w:t>年</w:t>
            </w:r>
            <w:r>
              <w:rPr>
                <w:rFonts w:ascii="DFKai-SB"/>
                <w:b/>
              </w:rPr>
              <w:t xml:space="preserve">   </w:t>
            </w:r>
            <w:r>
              <w:rPr>
                <w:rFonts w:ascii="DFKai-SB" w:hint="eastAsia"/>
                <w:b/>
              </w:rPr>
              <w:t>月</w:t>
            </w:r>
            <w:r>
              <w:rPr>
                <w:rFonts w:ascii="DFKai-SB"/>
                <w:b/>
              </w:rPr>
              <w:t xml:space="preserve">   </w:t>
            </w:r>
            <w:r>
              <w:rPr>
                <w:rFonts w:ascii="DFKai-SB" w:hint="eastAsia"/>
                <w:b/>
              </w:rPr>
              <w:t>日</w:t>
            </w:r>
          </w:p>
        </w:tc>
      </w:tr>
      <w:tr w:rsidR="00A7079D" w:rsidTr="00833EC8">
        <w:trPr>
          <w:cantSplit/>
          <w:trHeight w:val="600"/>
        </w:trPr>
        <w:tc>
          <w:tcPr>
            <w:tcW w:w="83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DFKai-SB"/>
                <w:b/>
              </w:rPr>
            </w:pPr>
            <w:r>
              <w:rPr>
                <w:rFonts w:ascii="DFKai-SB" w:hint="eastAsia"/>
                <w:b/>
              </w:rPr>
              <w:t>教务处意见：</w:t>
            </w:r>
            <w:r>
              <w:rPr>
                <w:rFonts w:ascii="DFKai-SB"/>
                <w:b/>
              </w:rPr>
              <w:t xml:space="preserve">                                                    </w:t>
            </w:r>
          </w:p>
          <w:p w:rsidR="00A7079D" w:rsidRDefault="00A7079D">
            <w:pPr>
              <w:rPr>
                <w:rFonts w:ascii="DFKai-SB"/>
                <w:b/>
              </w:rPr>
            </w:pPr>
          </w:p>
          <w:p w:rsidR="00A7079D" w:rsidRDefault="00A7079D">
            <w:pPr>
              <w:rPr>
                <w:rFonts w:ascii="DFKai-SB"/>
                <w:b/>
              </w:rPr>
            </w:pPr>
            <w:r>
              <w:rPr>
                <w:rFonts w:ascii="DFKai-SB"/>
                <w:b/>
              </w:rPr>
              <w:t xml:space="preserve">                                               </w:t>
            </w:r>
            <w:r>
              <w:rPr>
                <w:rFonts w:ascii="DFKai-SB" w:hint="eastAsia"/>
                <w:b/>
              </w:rPr>
              <w:t>教务处公章</w:t>
            </w:r>
            <w:r>
              <w:rPr>
                <w:rFonts w:ascii="DFKai-SB"/>
                <w:b/>
              </w:rPr>
              <w:t xml:space="preserve">         </w:t>
            </w:r>
            <w:r>
              <w:rPr>
                <w:rFonts w:ascii="DFKai-SB" w:hint="eastAsia"/>
                <w:b/>
              </w:rPr>
              <w:t>年</w:t>
            </w:r>
            <w:r>
              <w:rPr>
                <w:rFonts w:ascii="DFKai-SB"/>
                <w:b/>
              </w:rPr>
              <w:t xml:space="preserve">   </w:t>
            </w:r>
            <w:r>
              <w:rPr>
                <w:rFonts w:ascii="DFKai-SB" w:hint="eastAsia"/>
                <w:b/>
              </w:rPr>
              <w:t>月</w:t>
            </w:r>
            <w:r>
              <w:rPr>
                <w:rFonts w:ascii="DFKai-SB"/>
                <w:b/>
              </w:rPr>
              <w:t xml:space="preserve">   </w:t>
            </w:r>
            <w:r>
              <w:rPr>
                <w:rFonts w:ascii="DFKai-SB" w:hint="eastAsia"/>
                <w:b/>
              </w:rPr>
              <w:t>日</w:t>
            </w:r>
          </w:p>
        </w:tc>
      </w:tr>
      <w:tr w:rsidR="00A7079D" w:rsidTr="00833EC8">
        <w:trPr>
          <w:cantSplit/>
          <w:trHeight w:val="96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rPr>
                <w:rFonts w:ascii="DFKai-SB" w:eastAsia="DFKai-SB"/>
                <w:b/>
              </w:rPr>
            </w:pPr>
            <w:r>
              <w:rPr>
                <w:rFonts w:ascii="DFKai-SB" w:hint="eastAsia"/>
                <w:b/>
              </w:rPr>
              <w:t>注意事项</w:t>
            </w:r>
          </w:p>
        </w:tc>
        <w:tc>
          <w:tcPr>
            <w:tcW w:w="7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9D" w:rsidRDefault="00A7079D">
            <w:pPr>
              <w:spacing w:line="400" w:lineRule="exact"/>
              <w:rPr>
                <w:rFonts w:ascii="DFKai-SB"/>
              </w:rPr>
            </w:pPr>
            <w:r>
              <w:rPr>
                <w:rFonts w:ascii="DFKai-SB"/>
              </w:rPr>
              <w:t>1.</w:t>
            </w:r>
            <w:r>
              <w:rPr>
                <w:rFonts w:ascii="DFKai-SB" w:hint="eastAsia"/>
              </w:rPr>
              <w:t>“原专业课程名称”应填学生原专业人才培养方案已修课程名称，“课程性质”应填写必修课、限选课、任选课，“转入专业课程名称”应填写现专业课程名称。</w:t>
            </w:r>
          </w:p>
          <w:p w:rsidR="00A7079D" w:rsidRDefault="00A7079D">
            <w:pPr>
              <w:spacing w:line="400" w:lineRule="exact"/>
              <w:rPr>
                <w:rFonts w:ascii="DFKai-SB" w:eastAsia="DFKai-SB"/>
              </w:rPr>
            </w:pPr>
            <w:r>
              <w:rPr>
                <w:rFonts w:ascii="DFKai-SB"/>
              </w:rPr>
              <w:t>2.</w:t>
            </w:r>
            <w:r>
              <w:rPr>
                <w:rFonts w:ascii="DFKai-SB" w:hint="eastAsia"/>
              </w:rPr>
              <w:t>认定结论填写“可替代”、“转专选”、“转公选</w:t>
            </w:r>
            <w:r>
              <w:rPr>
                <w:rFonts w:ascii="DFKai-SB"/>
              </w:rPr>
              <w:t>”</w:t>
            </w:r>
            <w:r>
              <w:rPr>
                <w:rFonts w:ascii="DFKai-SB" w:hint="eastAsia"/>
              </w:rPr>
              <w:t>或“需补修”（课程代码相同或内容相近的课程，其学分可替代；已修读的其他课程，可计入选修学分；进入新专业后未修读的培养计划中的第一学年课程需补修。</w:t>
            </w:r>
          </w:p>
          <w:p w:rsidR="00A7079D" w:rsidRDefault="00A7079D">
            <w:pPr>
              <w:widowControl/>
              <w:spacing w:line="400" w:lineRule="exact"/>
              <w:jc w:val="left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  <w:r>
              <w:rPr>
                <w:rFonts w:ascii="DFKai-SB"/>
              </w:rPr>
              <w:t>3.</w:t>
            </w:r>
            <w:r>
              <w:rPr>
                <w:rFonts w:ascii="DFKai-SB" w:hint="eastAsia"/>
              </w:rPr>
              <w:t>本表一式三份，教务处、学生接收学院、学生本人各留存一份。</w:t>
            </w:r>
          </w:p>
        </w:tc>
      </w:tr>
    </w:tbl>
    <w:p w:rsidR="00A7079D" w:rsidRDefault="00A7079D" w:rsidP="00323B43"/>
    <w:sectPr w:rsidR="00A7079D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DFKai-SB">
    <w:altName w:val="PMingLiU"/>
    <w:panose1 w:val="00000000000000000000"/>
    <w:charset w:val="88"/>
    <w:family w:val="script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0F7D"/>
    <w:rsid w:val="000368D1"/>
    <w:rsid w:val="001030FF"/>
    <w:rsid w:val="00114E3E"/>
    <w:rsid w:val="00140B94"/>
    <w:rsid w:val="00153BAB"/>
    <w:rsid w:val="00176749"/>
    <w:rsid w:val="001806DD"/>
    <w:rsid w:val="001841FC"/>
    <w:rsid w:val="00196272"/>
    <w:rsid w:val="001A6126"/>
    <w:rsid w:val="00216651"/>
    <w:rsid w:val="00257EA4"/>
    <w:rsid w:val="002857DA"/>
    <w:rsid w:val="0029013D"/>
    <w:rsid w:val="00292B1B"/>
    <w:rsid w:val="00323B43"/>
    <w:rsid w:val="00333421"/>
    <w:rsid w:val="00333ECF"/>
    <w:rsid w:val="003823F9"/>
    <w:rsid w:val="003A0556"/>
    <w:rsid w:val="003A25F0"/>
    <w:rsid w:val="003A7B3F"/>
    <w:rsid w:val="003B5B74"/>
    <w:rsid w:val="003C6256"/>
    <w:rsid w:val="003D241F"/>
    <w:rsid w:val="003D37D8"/>
    <w:rsid w:val="003F64B4"/>
    <w:rsid w:val="003F78CA"/>
    <w:rsid w:val="0041271B"/>
    <w:rsid w:val="00424D5F"/>
    <w:rsid w:val="004358AB"/>
    <w:rsid w:val="004461B9"/>
    <w:rsid w:val="00451C15"/>
    <w:rsid w:val="00483BB8"/>
    <w:rsid w:val="004C4FBF"/>
    <w:rsid w:val="004F1632"/>
    <w:rsid w:val="00525ACA"/>
    <w:rsid w:val="00527E66"/>
    <w:rsid w:val="00542AFB"/>
    <w:rsid w:val="00551E0E"/>
    <w:rsid w:val="00567D44"/>
    <w:rsid w:val="00571C84"/>
    <w:rsid w:val="005B4B8E"/>
    <w:rsid w:val="005B7FA0"/>
    <w:rsid w:val="005D03F9"/>
    <w:rsid w:val="005D2CD2"/>
    <w:rsid w:val="005D7C42"/>
    <w:rsid w:val="005F54EE"/>
    <w:rsid w:val="00621630"/>
    <w:rsid w:val="00632851"/>
    <w:rsid w:val="00635B85"/>
    <w:rsid w:val="006528B6"/>
    <w:rsid w:val="0065732E"/>
    <w:rsid w:val="006904A0"/>
    <w:rsid w:val="006B680A"/>
    <w:rsid w:val="006C5EF1"/>
    <w:rsid w:val="006E2C3D"/>
    <w:rsid w:val="00703308"/>
    <w:rsid w:val="00716040"/>
    <w:rsid w:val="00733886"/>
    <w:rsid w:val="00743769"/>
    <w:rsid w:val="00744625"/>
    <w:rsid w:val="00761617"/>
    <w:rsid w:val="007A2166"/>
    <w:rsid w:val="007B39A5"/>
    <w:rsid w:val="007C031A"/>
    <w:rsid w:val="00833EC8"/>
    <w:rsid w:val="008633B3"/>
    <w:rsid w:val="00897D77"/>
    <w:rsid w:val="008A2A53"/>
    <w:rsid w:val="008B131F"/>
    <w:rsid w:val="008B7726"/>
    <w:rsid w:val="008C10B4"/>
    <w:rsid w:val="00930F5B"/>
    <w:rsid w:val="009647D3"/>
    <w:rsid w:val="00986678"/>
    <w:rsid w:val="009B16EE"/>
    <w:rsid w:val="009B19D3"/>
    <w:rsid w:val="009C2276"/>
    <w:rsid w:val="009C2F17"/>
    <w:rsid w:val="009D73D5"/>
    <w:rsid w:val="00A025BC"/>
    <w:rsid w:val="00A7079D"/>
    <w:rsid w:val="00A732AE"/>
    <w:rsid w:val="00AD10E1"/>
    <w:rsid w:val="00AD1AD8"/>
    <w:rsid w:val="00AD6060"/>
    <w:rsid w:val="00AE2B84"/>
    <w:rsid w:val="00AE6C2C"/>
    <w:rsid w:val="00AF0DA3"/>
    <w:rsid w:val="00AF17AE"/>
    <w:rsid w:val="00AF4A26"/>
    <w:rsid w:val="00AF4BEF"/>
    <w:rsid w:val="00B31962"/>
    <w:rsid w:val="00B66492"/>
    <w:rsid w:val="00BA1400"/>
    <w:rsid w:val="00BA4B33"/>
    <w:rsid w:val="00BB4EC1"/>
    <w:rsid w:val="00BF466E"/>
    <w:rsid w:val="00C16F7A"/>
    <w:rsid w:val="00C343A2"/>
    <w:rsid w:val="00C60237"/>
    <w:rsid w:val="00C62552"/>
    <w:rsid w:val="00C95865"/>
    <w:rsid w:val="00CB76E2"/>
    <w:rsid w:val="00D0100A"/>
    <w:rsid w:val="00D168AC"/>
    <w:rsid w:val="00D34794"/>
    <w:rsid w:val="00D6120A"/>
    <w:rsid w:val="00D70F7D"/>
    <w:rsid w:val="00D82B5D"/>
    <w:rsid w:val="00D84E48"/>
    <w:rsid w:val="00DD1FB7"/>
    <w:rsid w:val="00E046B8"/>
    <w:rsid w:val="00E15ABB"/>
    <w:rsid w:val="00E25F75"/>
    <w:rsid w:val="00E408CF"/>
    <w:rsid w:val="00E44A3F"/>
    <w:rsid w:val="00E461FA"/>
    <w:rsid w:val="00E57E98"/>
    <w:rsid w:val="00E80E45"/>
    <w:rsid w:val="00EE6711"/>
    <w:rsid w:val="00F079CD"/>
    <w:rsid w:val="00F25CA7"/>
    <w:rsid w:val="00F31AC4"/>
    <w:rsid w:val="00F50D71"/>
    <w:rsid w:val="00F65D48"/>
    <w:rsid w:val="00FA1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EC8"/>
    <w:pPr>
      <w:widowControl w:val="0"/>
      <w:jc w:val="both"/>
    </w:pPr>
    <w:rPr>
      <w:rFonts w:eastAsia="宋体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18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118</Words>
  <Characters>678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5</cp:revision>
  <dcterms:created xsi:type="dcterms:W3CDTF">2016-11-14T03:26:00Z</dcterms:created>
  <dcterms:modified xsi:type="dcterms:W3CDTF">2016-12-07T07:50:00Z</dcterms:modified>
</cp:coreProperties>
</file>